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445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5C15CB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[toetuse saaja/juriidilise isiku nimi]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="00505EDB">
              <w:rPr>
                <w:rFonts w:eastAsia="Calibri"/>
                <w:color w:val="2E74B5"/>
              </w:rPr>
              <w:t xml:space="preserve">PIIRSALU KÜLA SELTS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7CF7F556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[Toetuse saaja/juriidilise isiku nimi]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  <w:r w:rsidR="00505EDB">
              <w:rPr>
                <w:rFonts w:ascii="Times New Roman" w:eastAsia="Calibri" w:hAnsi="Times New Roman" w:cs="Times New Roman"/>
              </w:rPr>
              <w:br/>
              <w:t>LEA LAI Lea.lai.piirsalu@gmail.com ; tel nr 5691 7271</w:t>
            </w:r>
          </w:p>
          <w:p w14:paraId="61719C96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[ees- ja perekonnanimi, e-posti aadress, telefoni nr]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4F8BF17B" w14:textId="660D80D7" w:rsidR="00505EDB" w:rsidRPr="00645CA1" w:rsidRDefault="00505EDB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Swed</w:t>
            </w:r>
            <w:r w:rsidR="0014309B">
              <w:rPr>
                <w:rFonts w:ascii="Times New Roman" w:eastAsia="Calibri" w:hAnsi="Times New Roman" w:cs="Times New Roman"/>
              </w:rPr>
              <w:t>bank a/a nr EE762200221023789970</w:t>
            </w:r>
            <w:bookmarkStart w:id="0" w:name="_GoBack"/>
            <w:bookmarkEnd w:id="0"/>
          </w:p>
          <w:p w14:paraId="61719C99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  <w:color w:val="2E74B5"/>
              </w:rPr>
              <w:t>[panga nimi ja arveldusarve number, vajadusel ka viitenumber]</w:t>
            </w:r>
            <w:r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fldChar w:fldCharType="begin"/>
            </w:r>
            <w:r>
              <w:rPr>
                <w:rFonts w:ascii="Times New Roman" w:eastAsia="Calibri" w:hAnsi="Times New Roman" w:cs="Times New Roman"/>
                <w:color w:val="2E74B5"/>
              </w:rPr>
              <w:instrText xml:space="preserve"> MACROBUTTON  AcceptAllChangesInDoc [põhikirja/põhimääruse või volituse] </w:instrText>
            </w:r>
            <w:r>
              <w:rPr>
                <w:rFonts w:eastAsia="Calibri"/>
                <w:color w:val="2E74B5"/>
              </w:rPr>
              <w:fldChar w:fldCharType="end"/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 (</w:t>
            </w:r>
            <w:r w:rsidR="00F5446C">
              <w:rPr>
                <w:rFonts w:ascii="Times New Roman" w:eastAsia="Calibri" w:hAnsi="Times New Roman" w:cs="Times New Roman"/>
                <w:color w:val="2E74B5"/>
              </w:rPr>
              <w:t>lähtudes sellest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>, kes on toetuse saaja ja mille alusel esindaja esindab)</w:t>
            </w:r>
            <w:r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 w:rsidRPr="00645CA1">
              <w:rPr>
                <w:rFonts w:ascii="Times New Roman" w:eastAsia="Calibri" w:hAnsi="Times New Roman" w:cs="Times New Roman"/>
                <w:color w:val="2E74B5"/>
              </w:rPr>
              <w:t xml:space="preserve">[isiku ametinimetus, ees- ja perekonnanimi]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19CC3" w14:textId="77777777" w:rsidR="00DE78E9" w:rsidRDefault="00DE78E9" w:rsidP="00DF44DF">
      <w:r>
        <w:separator/>
      </w:r>
    </w:p>
  </w:endnote>
  <w:endnote w:type="continuationSeparator" w:id="0">
    <w:p w14:paraId="11AB9D2D" w14:textId="77777777" w:rsidR="00DE78E9" w:rsidRDefault="00DE78E9" w:rsidP="00DF44DF">
      <w:r>
        <w:continuationSeparator/>
      </w:r>
    </w:p>
  </w:endnote>
  <w:endnote w:type="continuationNotice" w:id="1">
    <w:p w14:paraId="0D1F1A7F" w14:textId="77777777" w:rsidR="00DE78E9" w:rsidRDefault="00DE78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E5ED1" w14:textId="77777777" w:rsidR="00DE78E9" w:rsidRDefault="00DE78E9" w:rsidP="00DF44DF">
      <w:r>
        <w:separator/>
      </w:r>
    </w:p>
  </w:footnote>
  <w:footnote w:type="continuationSeparator" w:id="0">
    <w:p w14:paraId="0423C12B" w14:textId="77777777" w:rsidR="00DE78E9" w:rsidRDefault="00DE78E9" w:rsidP="00DF44DF">
      <w:r>
        <w:continuationSeparator/>
      </w:r>
    </w:p>
  </w:footnote>
  <w:footnote w:type="continuationNotice" w:id="1">
    <w:p w14:paraId="6DE18171" w14:textId="77777777" w:rsidR="00DE78E9" w:rsidRDefault="00DE78E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90"/>
  <w:doNotDisplayPageBoundaries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4309B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05EDB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92440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E78E9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3A0FA4F-083A-403C-9CA8-0011CF8E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263</Words>
  <Characters>1527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Lea</cp:lastModifiedBy>
  <cp:revision>2</cp:revision>
  <cp:lastPrinted>2014-04-02T13:57:00Z</cp:lastPrinted>
  <dcterms:created xsi:type="dcterms:W3CDTF">2023-03-21T17:58:00Z</dcterms:created>
  <dcterms:modified xsi:type="dcterms:W3CDTF">2023-03-21T17:58:00Z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